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114C4FD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302EE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7302EE">
        <w:rPr>
          <w:rFonts w:asciiTheme="majorHAnsi" w:eastAsia="Times New Roman" w:hAnsiTheme="majorHAnsi" w:cs="Times New Roman"/>
          <w:lang w:eastAsia="cs-CZ"/>
        </w:rPr>
        <w:t>Smlouvy o poskytování služeb</w:t>
      </w:r>
    </w:p>
    <w:p w14:paraId="3D7DE7D8" w14:textId="77777777" w:rsidR="00DD29C3" w:rsidRPr="007302E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BF3D00" w:themeColor="accent2" w:themeShade="BF"/>
          <w:sz w:val="24"/>
          <w:szCs w:val="24"/>
          <w:u w:val="single"/>
          <w:lang w:eastAsia="cs-CZ"/>
        </w:rPr>
      </w:pPr>
      <w:r w:rsidRPr="007302EE">
        <w:rPr>
          <w:rFonts w:asciiTheme="majorHAnsi" w:eastAsia="Times New Roman" w:hAnsiTheme="majorHAnsi" w:cs="Times New Roman"/>
          <w:b/>
          <w:color w:val="BF3D00" w:themeColor="accent2" w:themeShade="BF"/>
          <w:sz w:val="24"/>
          <w:szCs w:val="24"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D01F1" w14:textId="099EDB78" w:rsidR="007302EE" w:rsidRDefault="007302E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2E5640C5" wp14:editId="76D65A7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445606639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EBC941" w14:textId="119482AE" w:rsidR="007302EE" w:rsidRPr="007302EE" w:rsidRDefault="007302EE" w:rsidP="007302E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302E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640C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15EBC941" w14:textId="119482AE" w:rsidR="007302EE" w:rsidRPr="007302EE" w:rsidRDefault="007302EE" w:rsidP="007302E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302E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14023EED" w:rsidR="00F1715C" w:rsidRPr="00B8518B" w:rsidRDefault="007302EE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3534D5C7" wp14:editId="545DA244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984888094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C1F8F7" w14:textId="6978F4F8" w:rsidR="007302EE" w:rsidRPr="007302EE" w:rsidRDefault="007302EE" w:rsidP="007302EE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302E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534D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61C1F8F7" w14:textId="6978F4F8" w:rsidR="007302EE" w:rsidRPr="007302EE" w:rsidRDefault="007302EE" w:rsidP="007302E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302E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4AB9D0C7" w:rsidR="00F1715C" w:rsidRPr="00B8518B" w:rsidRDefault="007302EE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558B4B45" wp14:editId="714B571F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917012977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98E3DA8" w14:textId="70E0333D" w:rsidR="007302EE" w:rsidRPr="007302EE" w:rsidRDefault="007302EE" w:rsidP="007302EE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302E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58B4B4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98E3DA8" w14:textId="70E0333D" w:rsidR="007302EE" w:rsidRPr="007302EE" w:rsidRDefault="007302EE" w:rsidP="007302E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302E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302EE"/>
    <w:rsid w:val="00743525"/>
    <w:rsid w:val="0076286B"/>
    <w:rsid w:val="00766846"/>
    <w:rsid w:val="0077673A"/>
    <w:rsid w:val="007846E1"/>
    <w:rsid w:val="0079313A"/>
    <w:rsid w:val="00796771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A3BEA4-E0A1-436B-9C35-C42800807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5</cp:revision>
  <cp:lastPrinted>2017-11-28T17:18:00Z</cp:lastPrinted>
  <dcterms:created xsi:type="dcterms:W3CDTF">2024-01-25T09:37:00Z</dcterms:created>
  <dcterms:modified xsi:type="dcterms:W3CDTF">2025-11-07T08:10:00Z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72434bf1,1a8f6aef,764efd1e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